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06F" w:rsidRPr="005E606F" w:rsidRDefault="005E606F" w:rsidP="005E606F">
      <w:pPr>
        <w:tabs>
          <w:tab w:val="right" w:pos="10170"/>
        </w:tabs>
        <w:jc w:val="center"/>
        <w:rPr>
          <w:sz w:val="24"/>
          <w:lang w:val="en-US"/>
        </w:rPr>
      </w:pPr>
      <w:r w:rsidRPr="005E606F">
        <w:rPr>
          <w:sz w:val="24"/>
        </w:rPr>
        <w:drawing>
          <wp:inline distT="0" distB="0" distL="0" distR="0" wp14:anchorId="3F291F33" wp14:editId="279EBAED">
            <wp:extent cx="3990975" cy="2059070"/>
            <wp:effectExtent l="0" t="0" r="0" b="0"/>
            <wp:docPr id="34818" name="Picture 2" descr="http://2.bp.blogspot.com/-3Jdn19XpI-8/T91gNogBDJI/AAAAAAAAAeY/qzodCOG3J5s/s1600/Screen+shot+2012-06-17+at+1.39.11+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18" name="Picture 2" descr="http://2.bp.blogspot.com/-3Jdn19XpI-8/T91gNogBDJI/AAAAAAAAAeY/qzodCOG3J5s/s1600/Screen+shot+2012-06-17+at+1.39.11+P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992" cy="2064238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5E606F" w:rsidRPr="005E606F" w:rsidRDefault="00C5291F" w:rsidP="005E606F">
      <w:pPr>
        <w:pStyle w:val="ListParagraph"/>
        <w:numPr>
          <w:ilvl w:val="0"/>
          <w:numId w:val="15"/>
        </w:numPr>
        <w:tabs>
          <w:tab w:val="right" w:pos="10170"/>
        </w:tabs>
        <w:ind w:left="360"/>
        <w:rPr>
          <w:sz w:val="24"/>
        </w:rPr>
      </w:pPr>
      <w:r w:rsidRPr="005E606F">
        <w:rPr>
          <w:sz w:val="24"/>
          <w:lang w:val="en-US"/>
        </w:rPr>
        <w:t>Using the image above, describe the stages when a person logs on to a flight booki</w:t>
      </w:r>
      <w:r w:rsidR="005E606F" w:rsidRPr="005E606F">
        <w:rPr>
          <w:sz w:val="24"/>
          <w:lang w:val="en-US"/>
        </w:rPr>
        <w:t>ng website and makes a booking.</w:t>
      </w:r>
    </w:p>
    <w:p w:rsidR="005E606F" w:rsidRPr="005E606F" w:rsidRDefault="005E606F" w:rsidP="005E606F">
      <w:pPr>
        <w:tabs>
          <w:tab w:val="right" w:pos="10170"/>
        </w:tabs>
        <w:rPr>
          <w:sz w:val="24"/>
        </w:rPr>
      </w:pPr>
      <w:r w:rsidRPr="005E606F">
        <w:rPr>
          <w:sz w:val="24"/>
        </w:rPr>
        <w:t>___________________________________________________________________________________________________________</w:t>
      </w:r>
      <w:r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</w:rPr>
        <w:tab/>
        <w:t>[4]</w:t>
      </w:r>
    </w:p>
    <w:p w:rsidR="005E606F" w:rsidRPr="005E606F" w:rsidRDefault="00C5291F" w:rsidP="005E606F">
      <w:pPr>
        <w:pStyle w:val="ListParagraph"/>
        <w:numPr>
          <w:ilvl w:val="0"/>
          <w:numId w:val="15"/>
        </w:numPr>
        <w:tabs>
          <w:tab w:val="right" w:pos="10170"/>
        </w:tabs>
        <w:ind w:left="360"/>
        <w:rPr>
          <w:sz w:val="24"/>
        </w:rPr>
      </w:pPr>
      <w:r w:rsidRPr="005E606F">
        <w:rPr>
          <w:sz w:val="24"/>
          <w:lang w:val="en-US"/>
        </w:rPr>
        <w:t>Des</w:t>
      </w:r>
      <w:r w:rsidR="005E606F" w:rsidRPr="005E606F">
        <w:rPr>
          <w:sz w:val="24"/>
          <w:lang w:val="en-US"/>
        </w:rPr>
        <w:t>cribe</w:t>
      </w:r>
    </w:p>
    <w:p w:rsidR="005E606F" w:rsidRPr="005E606F" w:rsidRDefault="005E606F" w:rsidP="005E606F">
      <w:pPr>
        <w:pStyle w:val="ListParagraph"/>
        <w:numPr>
          <w:ilvl w:val="1"/>
          <w:numId w:val="15"/>
        </w:numPr>
        <w:tabs>
          <w:tab w:val="right" w:pos="10170"/>
        </w:tabs>
        <w:rPr>
          <w:sz w:val="24"/>
        </w:rPr>
      </w:pPr>
      <w:r w:rsidRPr="005E606F">
        <w:rPr>
          <w:sz w:val="24"/>
          <w:lang w:val="en-US"/>
        </w:rPr>
        <w:t>how the seats are booked</w:t>
      </w:r>
    </w:p>
    <w:p w:rsidR="005E606F" w:rsidRPr="005E606F" w:rsidRDefault="005E606F" w:rsidP="005E606F">
      <w:pPr>
        <w:tabs>
          <w:tab w:val="right" w:pos="10170"/>
        </w:tabs>
        <w:rPr>
          <w:sz w:val="24"/>
        </w:rPr>
      </w:pPr>
      <w:r>
        <w:rPr>
          <w:sz w:val="24"/>
        </w:rPr>
        <w:t>_____________________________________________________________________________________________________________________________________________________________________</w:t>
      </w:r>
      <w:r>
        <w:rPr>
          <w:sz w:val="24"/>
        </w:rPr>
        <w:tab/>
        <w:t>[2]</w:t>
      </w:r>
    </w:p>
    <w:p w:rsidR="005E606F" w:rsidRPr="005E606F" w:rsidRDefault="00C5291F" w:rsidP="005E606F">
      <w:pPr>
        <w:pStyle w:val="ListParagraph"/>
        <w:numPr>
          <w:ilvl w:val="1"/>
          <w:numId w:val="15"/>
        </w:numPr>
        <w:tabs>
          <w:tab w:val="right" w:pos="10170"/>
        </w:tabs>
        <w:rPr>
          <w:sz w:val="24"/>
        </w:rPr>
      </w:pPr>
      <w:r w:rsidRPr="005E606F">
        <w:rPr>
          <w:sz w:val="24"/>
          <w:lang w:val="en-US"/>
        </w:rPr>
        <w:t>h</w:t>
      </w:r>
      <w:r w:rsidR="005E606F" w:rsidRPr="005E606F">
        <w:rPr>
          <w:sz w:val="24"/>
          <w:lang w:val="en-US"/>
        </w:rPr>
        <w:t>ow double booking is prevented</w:t>
      </w:r>
    </w:p>
    <w:p w:rsidR="005E606F" w:rsidRPr="005E606F" w:rsidRDefault="005E606F" w:rsidP="005E606F">
      <w:pPr>
        <w:tabs>
          <w:tab w:val="right" w:pos="10170"/>
        </w:tabs>
        <w:rPr>
          <w:sz w:val="24"/>
        </w:rPr>
      </w:pPr>
      <w:r w:rsidRPr="005E606F">
        <w:rPr>
          <w:sz w:val="24"/>
        </w:rPr>
        <w:t>_____________________________________________________________________________________________________________________________________________________________________</w:t>
      </w:r>
      <w:r w:rsidRPr="005E606F">
        <w:rPr>
          <w:sz w:val="24"/>
        </w:rPr>
        <w:tab/>
        <w:t>[2]</w:t>
      </w:r>
    </w:p>
    <w:p w:rsidR="005E606F" w:rsidRPr="005E606F" w:rsidRDefault="00C5291F" w:rsidP="005E606F">
      <w:pPr>
        <w:pStyle w:val="ListParagraph"/>
        <w:numPr>
          <w:ilvl w:val="1"/>
          <w:numId w:val="15"/>
        </w:numPr>
        <w:tabs>
          <w:tab w:val="right" w:pos="10170"/>
        </w:tabs>
        <w:rPr>
          <w:sz w:val="24"/>
        </w:rPr>
      </w:pPr>
      <w:r w:rsidRPr="005E606F">
        <w:rPr>
          <w:sz w:val="24"/>
          <w:lang w:val="en-US"/>
        </w:rPr>
        <w:t xml:space="preserve">how the </w:t>
      </w:r>
      <w:r w:rsidRPr="005E606F">
        <w:rPr>
          <w:sz w:val="24"/>
          <w:lang w:val="en-US"/>
        </w:rPr>
        <w:t xml:space="preserve">customer’s tickets are produced </w:t>
      </w:r>
    </w:p>
    <w:p w:rsidR="005E606F" w:rsidRPr="005E606F" w:rsidRDefault="005E606F" w:rsidP="005E606F">
      <w:pPr>
        <w:tabs>
          <w:tab w:val="right" w:pos="10170"/>
        </w:tabs>
        <w:rPr>
          <w:sz w:val="24"/>
        </w:rPr>
      </w:pPr>
      <w:r w:rsidRPr="005E606F">
        <w:rPr>
          <w:sz w:val="24"/>
        </w:rPr>
        <w:t>_____________________________________________________________________________________________________________________________________________________________________</w:t>
      </w:r>
      <w:r w:rsidRPr="005E606F">
        <w:rPr>
          <w:sz w:val="24"/>
        </w:rPr>
        <w:tab/>
        <w:t>[2]</w:t>
      </w:r>
    </w:p>
    <w:p w:rsidR="00000000" w:rsidRPr="005E606F" w:rsidRDefault="00AC798F" w:rsidP="005E606F">
      <w:pPr>
        <w:pStyle w:val="ListParagraph"/>
        <w:numPr>
          <w:ilvl w:val="1"/>
          <w:numId w:val="15"/>
        </w:numPr>
        <w:tabs>
          <w:tab w:val="right" w:pos="10170"/>
        </w:tabs>
        <w:rPr>
          <w:sz w:val="24"/>
        </w:rPr>
      </w:pPr>
      <w:r w:rsidRPr="005E606F">
        <w:rPr>
          <w:sz w:val="24"/>
          <w:lang w:val="en-US"/>
        </w:rPr>
        <w:t>And</w:t>
      </w:r>
      <w:r w:rsidR="00C5291F" w:rsidRPr="005E606F">
        <w:rPr>
          <w:sz w:val="24"/>
          <w:lang w:val="en-US"/>
        </w:rPr>
        <w:t xml:space="preserve"> how payment is made.</w:t>
      </w:r>
    </w:p>
    <w:p w:rsidR="005E606F" w:rsidRPr="005E606F" w:rsidRDefault="005E606F" w:rsidP="005E606F">
      <w:pPr>
        <w:tabs>
          <w:tab w:val="right" w:pos="10170"/>
        </w:tabs>
        <w:rPr>
          <w:sz w:val="24"/>
        </w:rPr>
      </w:pPr>
      <w:r w:rsidRPr="005E606F">
        <w:rPr>
          <w:sz w:val="24"/>
        </w:rPr>
        <w:t>_____________________________________________________________________________________________________________________________________________________________________</w:t>
      </w:r>
      <w:r w:rsidRPr="005E606F">
        <w:rPr>
          <w:sz w:val="24"/>
        </w:rPr>
        <w:tab/>
        <w:t>[2]</w:t>
      </w:r>
    </w:p>
    <w:p w:rsidR="00000000" w:rsidRPr="005E606F" w:rsidRDefault="00C5291F" w:rsidP="005E606F">
      <w:pPr>
        <w:pStyle w:val="ListParagraph"/>
        <w:numPr>
          <w:ilvl w:val="0"/>
          <w:numId w:val="15"/>
        </w:numPr>
        <w:tabs>
          <w:tab w:val="right" w:pos="10170"/>
        </w:tabs>
        <w:ind w:left="360"/>
        <w:rPr>
          <w:sz w:val="24"/>
          <w:lang w:val="en-US"/>
        </w:rPr>
      </w:pPr>
      <w:r w:rsidRPr="005E606F">
        <w:rPr>
          <w:sz w:val="24"/>
          <w:lang w:val="en-US"/>
        </w:rPr>
        <w:t>Also investigate the latest ways of creating e-tickets such as Apps on smartphones and so on. Why are these new methods b</w:t>
      </w:r>
      <w:r w:rsidRPr="005E606F">
        <w:rPr>
          <w:sz w:val="24"/>
          <w:lang w:val="en-US"/>
        </w:rPr>
        <w:t>etter than printing out a confirmation email to act as the e-ticket?</w:t>
      </w:r>
    </w:p>
    <w:p w:rsidR="005E606F" w:rsidRPr="005E606F" w:rsidRDefault="005E606F" w:rsidP="005E606F">
      <w:pPr>
        <w:tabs>
          <w:tab w:val="right" w:pos="10170"/>
        </w:tabs>
        <w:rPr>
          <w:sz w:val="24"/>
        </w:rPr>
      </w:pPr>
      <w:r>
        <w:rPr>
          <w:sz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>
        <w:rPr>
          <w:sz w:val="24"/>
          <w:lang w:val="en-US"/>
        </w:rPr>
        <w:t>__________________________________________________________________________________________________________________________________________________________________________</w:t>
      </w:r>
      <w:r w:rsidR="00AC798F">
        <w:rPr>
          <w:sz w:val="24"/>
          <w:lang w:val="en-US"/>
        </w:rPr>
        <w:tab/>
        <w:t>[6]</w:t>
      </w:r>
      <w:r>
        <w:rPr>
          <w:sz w:val="24"/>
          <w:lang w:val="en-US"/>
        </w:rPr>
        <w:tab/>
      </w:r>
    </w:p>
    <w:p w:rsidR="00220C19" w:rsidRPr="005E606F" w:rsidRDefault="00220C19" w:rsidP="005E606F">
      <w:pPr>
        <w:tabs>
          <w:tab w:val="right" w:pos="10170"/>
        </w:tabs>
        <w:rPr>
          <w:sz w:val="24"/>
        </w:rPr>
      </w:pPr>
    </w:p>
    <w:sectPr w:rsidR="00220C19" w:rsidRPr="005E606F" w:rsidSect="003A05FE">
      <w:headerReference w:type="default" r:id="rId8"/>
      <w:footerReference w:type="default" r:id="rId9"/>
      <w:pgSz w:w="11906" w:h="16838"/>
      <w:pgMar w:top="990" w:right="746" w:bottom="63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291F" w:rsidRDefault="00C5291F" w:rsidP="00027C4B">
      <w:pPr>
        <w:spacing w:after="0" w:line="240" w:lineRule="auto"/>
      </w:pPr>
      <w:r>
        <w:separator/>
      </w:r>
    </w:p>
  </w:endnote>
  <w:endnote w:type="continuationSeparator" w:id="0">
    <w:p w:rsidR="00C5291F" w:rsidRDefault="00C5291F" w:rsidP="00027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4B" w:rsidRDefault="00027C4B">
    <w:pPr>
      <w:pStyle w:val="Footer"/>
    </w:pPr>
    <w:r>
      <w:t xml:space="preserve">© </w:t>
    </w:r>
    <w:proofErr w:type="spellStart"/>
    <w:r>
      <w:t>Enderoth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291F" w:rsidRDefault="00C5291F" w:rsidP="00027C4B">
      <w:pPr>
        <w:spacing w:after="0" w:line="240" w:lineRule="auto"/>
      </w:pPr>
      <w:r>
        <w:separator/>
      </w:r>
    </w:p>
  </w:footnote>
  <w:footnote w:type="continuationSeparator" w:id="0">
    <w:p w:rsidR="00C5291F" w:rsidRDefault="00C5291F" w:rsidP="00027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4B" w:rsidRPr="005E606F" w:rsidRDefault="005E606F" w:rsidP="005E606F">
    <w:r>
      <w:rPr>
        <w:b/>
        <w:bCs/>
        <w:lang w:val="en-US"/>
      </w:rPr>
      <w:t>Exercise 6L – Online Booking Systems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D6B7E"/>
    <w:multiLevelType w:val="hybridMultilevel"/>
    <w:tmpl w:val="4490A0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13CC1"/>
    <w:multiLevelType w:val="hybridMultilevel"/>
    <w:tmpl w:val="CBDEB36A"/>
    <w:lvl w:ilvl="0" w:tplc="69E62A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4D4295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EF23A2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E3F23D8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6FA999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39881F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3F0860E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FBCDCD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F08E0D9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0C2E99"/>
    <w:multiLevelType w:val="hybridMultilevel"/>
    <w:tmpl w:val="DB3E7406"/>
    <w:lvl w:ilvl="0" w:tplc="952C53C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54A3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D2662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2EA5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46DF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AE4AF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3C5D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FCBE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908C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4528FE"/>
    <w:multiLevelType w:val="hybridMultilevel"/>
    <w:tmpl w:val="A5D0C40A"/>
    <w:lvl w:ilvl="0" w:tplc="2E0849C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A30031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E688C0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456A67C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E1A7B9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2DC1FE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7B4CE5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A0402E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1E0BE68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 w15:restartNumberingAfterBreak="0">
    <w:nsid w:val="230936D5"/>
    <w:multiLevelType w:val="hybridMultilevel"/>
    <w:tmpl w:val="A9B29868"/>
    <w:lvl w:ilvl="0" w:tplc="6A70A3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97232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81CEDA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E2AA8D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5C4783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3BCEDD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E7829D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746929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79A66AC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53D50D1"/>
    <w:multiLevelType w:val="hybridMultilevel"/>
    <w:tmpl w:val="2E54C9B4"/>
    <w:lvl w:ilvl="0" w:tplc="A30A59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B1CFCB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CEC89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0B2014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8FA2C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3A2CCA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5465DD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21D8A4F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06804A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5F342C"/>
    <w:multiLevelType w:val="hybridMultilevel"/>
    <w:tmpl w:val="91E44F46"/>
    <w:lvl w:ilvl="0" w:tplc="A7CA89D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124B84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1BA735C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DC2E1B2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BEA5F1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2ACB70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FFCB5EC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B7AFAA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02AEF7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 w15:restartNumberingAfterBreak="0">
    <w:nsid w:val="2F1B653E"/>
    <w:multiLevelType w:val="hybridMultilevel"/>
    <w:tmpl w:val="94EC87BC"/>
    <w:lvl w:ilvl="0" w:tplc="BB3A126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ABA407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D8CABD0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046B2DE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8946A9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44836A4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6AC870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B46B69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89C778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 w15:restartNumberingAfterBreak="0">
    <w:nsid w:val="35913B9A"/>
    <w:multiLevelType w:val="hybridMultilevel"/>
    <w:tmpl w:val="A7DAEF4E"/>
    <w:lvl w:ilvl="0" w:tplc="265044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7E28AD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45C343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BE90445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3A9E2B6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9716C74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12CB03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33421A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75E474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1B3159"/>
    <w:multiLevelType w:val="hybridMultilevel"/>
    <w:tmpl w:val="9B489720"/>
    <w:lvl w:ilvl="0" w:tplc="46DA9F6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BC2F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92ADA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4895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A8B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E4C7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E497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2012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7052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A27982"/>
    <w:multiLevelType w:val="hybridMultilevel"/>
    <w:tmpl w:val="A54845F0"/>
    <w:lvl w:ilvl="0" w:tplc="64A0DF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B12A2B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45F400E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975AC33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41B42C6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21A943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7828FF2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5FCDA7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B706D67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90F4C3C"/>
    <w:multiLevelType w:val="hybridMultilevel"/>
    <w:tmpl w:val="AAD2E1A2"/>
    <w:lvl w:ilvl="0" w:tplc="B05AF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A2AE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C88B6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9CE5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C60D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96C2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8E3C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9E2B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94D4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032568"/>
    <w:multiLevelType w:val="hybridMultilevel"/>
    <w:tmpl w:val="776A91B2"/>
    <w:lvl w:ilvl="0" w:tplc="D0D4F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5A1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A4CAF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FA6D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52BF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A252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705E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9633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05F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DFF17B1"/>
    <w:multiLevelType w:val="hybridMultilevel"/>
    <w:tmpl w:val="4B58BD02"/>
    <w:lvl w:ilvl="0" w:tplc="650CED1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81C9DE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CA0196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DFC43BC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D92C27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E94FF3A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5C075FE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EFE23D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380035E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4" w15:restartNumberingAfterBreak="0">
    <w:nsid w:val="72144C58"/>
    <w:multiLevelType w:val="hybridMultilevel"/>
    <w:tmpl w:val="3AA89EB8"/>
    <w:lvl w:ilvl="0" w:tplc="61EAD9E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F54A62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5445EA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C025A7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0660E5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5F4F9B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91E0B0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AF44BE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A082AF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10"/>
  </w:num>
  <w:num w:numId="5">
    <w:abstractNumId w:val="12"/>
  </w:num>
  <w:num w:numId="6">
    <w:abstractNumId w:val="5"/>
  </w:num>
  <w:num w:numId="7">
    <w:abstractNumId w:val="9"/>
  </w:num>
  <w:num w:numId="8">
    <w:abstractNumId w:val="8"/>
  </w:num>
  <w:num w:numId="9">
    <w:abstractNumId w:val="6"/>
  </w:num>
  <w:num w:numId="10">
    <w:abstractNumId w:val="11"/>
  </w:num>
  <w:num w:numId="11">
    <w:abstractNumId w:val="14"/>
  </w:num>
  <w:num w:numId="12">
    <w:abstractNumId w:val="2"/>
  </w:num>
  <w:num w:numId="13">
    <w:abstractNumId w:val="1"/>
  </w:num>
  <w:num w:numId="14">
    <w:abstractNumId w:val="1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C19"/>
    <w:rsid w:val="00027C4B"/>
    <w:rsid w:val="00085080"/>
    <w:rsid w:val="00091563"/>
    <w:rsid w:val="00166DA7"/>
    <w:rsid w:val="001D3D82"/>
    <w:rsid w:val="0022023D"/>
    <w:rsid w:val="00220C19"/>
    <w:rsid w:val="00231489"/>
    <w:rsid w:val="0038502F"/>
    <w:rsid w:val="003A05FE"/>
    <w:rsid w:val="003D7C19"/>
    <w:rsid w:val="004B65C5"/>
    <w:rsid w:val="005263C1"/>
    <w:rsid w:val="005C2A75"/>
    <w:rsid w:val="005E606F"/>
    <w:rsid w:val="007254DF"/>
    <w:rsid w:val="00757EFC"/>
    <w:rsid w:val="0076197F"/>
    <w:rsid w:val="00786D97"/>
    <w:rsid w:val="007E0F23"/>
    <w:rsid w:val="007F0907"/>
    <w:rsid w:val="00842464"/>
    <w:rsid w:val="00865A6C"/>
    <w:rsid w:val="008B1285"/>
    <w:rsid w:val="009F52DD"/>
    <w:rsid w:val="00AC798F"/>
    <w:rsid w:val="00B53B62"/>
    <w:rsid w:val="00C5291F"/>
    <w:rsid w:val="00CD24AD"/>
    <w:rsid w:val="00D00AD9"/>
    <w:rsid w:val="00DE73BE"/>
    <w:rsid w:val="00F21848"/>
    <w:rsid w:val="00F2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5A2FC6-AFD3-4D7D-BB88-9766FDB40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20C1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9F52D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C4B"/>
  </w:style>
  <w:style w:type="paragraph" w:styleId="Footer">
    <w:name w:val="footer"/>
    <w:basedOn w:val="Normal"/>
    <w:link w:val="Foot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4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0950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0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9909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1527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5343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5790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9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5271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280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5479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0312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5378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136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2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22584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741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6706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3973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825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78475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9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1969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6066">
          <w:marLeft w:val="53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9371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899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8268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4315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4964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8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8045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557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6805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5746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2252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496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573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5331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7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42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2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799020">
          <w:marLeft w:val="53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108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5592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3203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83559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7543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6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1611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03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Exercise 6L - Flight Booking Systems</Template>
  <TotalTime>2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</dc:creator>
  <cp:keywords/>
  <dc:description/>
  <cp:lastModifiedBy>HP-PC</cp:lastModifiedBy>
  <cp:revision>2</cp:revision>
  <dcterms:created xsi:type="dcterms:W3CDTF">2016-01-03T12:11:00Z</dcterms:created>
  <dcterms:modified xsi:type="dcterms:W3CDTF">2016-01-03T12:11:00Z</dcterms:modified>
</cp:coreProperties>
</file>